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F4B" w:rsidRPr="000C67CE" w:rsidRDefault="00554F4B" w:rsidP="000C67CE">
      <w:pPr>
        <w:jc w:val="center"/>
        <w:rPr>
          <w:rFonts w:ascii="Times New Roman" w:hAnsi="Times New Roman"/>
          <w:b/>
          <w:sz w:val="28"/>
          <w:szCs w:val="28"/>
        </w:rPr>
      </w:pPr>
      <w:r w:rsidRPr="000C67CE">
        <w:rPr>
          <w:rFonts w:ascii="Times New Roman" w:hAnsi="Times New Roman"/>
          <w:b/>
          <w:sz w:val="28"/>
          <w:szCs w:val="28"/>
        </w:rPr>
        <w:t>Анкета участника Краевого открытого конкурса</w:t>
      </w:r>
    </w:p>
    <w:p w:rsidR="00554F4B" w:rsidRPr="00D2518F" w:rsidRDefault="00554F4B">
      <w:pPr>
        <w:rPr>
          <w:rFonts w:ascii="Times New Roman" w:hAnsi="Times New Roman"/>
          <w:sz w:val="28"/>
          <w:szCs w:val="28"/>
          <w:u w:val="single"/>
        </w:rPr>
      </w:pPr>
      <w:r w:rsidRPr="00D2518F">
        <w:rPr>
          <w:rFonts w:ascii="Times New Roman" w:hAnsi="Times New Roman"/>
          <w:sz w:val="28"/>
          <w:szCs w:val="28"/>
        </w:rPr>
        <w:t xml:space="preserve"> </w:t>
      </w:r>
      <w:r w:rsidRPr="00D2518F">
        <w:rPr>
          <w:rFonts w:ascii="Times New Roman" w:hAnsi="Times New Roman"/>
          <w:sz w:val="28"/>
          <w:szCs w:val="28"/>
          <w:u w:val="single"/>
        </w:rPr>
        <w:t>«Система работы в рамках духовного краеведения, как ресурс сохранения традиционной культуры Кубани»</w:t>
      </w:r>
    </w:p>
    <w:p w:rsidR="00554F4B" w:rsidRPr="00D2518F" w:rsidRDefault="00554F4B" w:rsidP="00D2518F">
      <w:pPr>
        <w:pStyle w:val="Heading1"/>
        <w:shd w:val="clear" w:color="auto" w:fill="FFFFFF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Название работы: </w:t>
      </w:r>
      <w:r w:rsidRPr="00D2518F">
        <w:rPr>
          <w:color w:val="000000"/>
          <w:sz w:val="28"/>
          <w:szCs w:val="28"/>
          <w:u w:val="single"/>
        </w:rPr>
        <w:t>Программа по духовно-нравственному воспитанию дошкольников    «Окно в мир добра»</w:t>
      </w:r>
    </w:p>
    <w:p w:rsidR="00554F4B" w:rsidRPr="00D2518F" w:rsidRDefault="00554F4B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Номинация: </w:t>
      </w:r>
      <w:r w:rsidRPr="00D2518F">
        <w:rPr>
          <w:rFonts w:ascii="Times New Roman" w:hAnsi="Times New Roman"/>
          <w:sz w:val="28"/>
          <w:szCs w:val="28"/>
          <w:u w:val="single"/>
        </w:rPr>
        <w:t>Духовные традиции родного района, города, станицы, хутора</w:t>
      </w:r>
    </w:p>
    <w:p w:rsidR="00554F4B" w:rsidRDefault="00554F4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Иваненко Наталья Сергеевна, воспитатель </w:t>
      </w:r>
    </w:p>
    <w:p w:rsidR="00554F4B" w:rsidRDefault="00554F4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Адрес: 353655, Краснодарский край, Ейский район, ст. Должанская, </w:t>
      </w:r>
    </w:p>
    <w:p w:rsidR="00554F4B" w:rsidRDefault="00554F4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ул. Коллективная,211.</w:t>
      </w:r>
    </w:p>
    <w:p w:rsidR="00554F4B" w:rsidRDefault="00554F4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Стаж: 2 года </w:t>
      </w:r>
    </w:p>
    <w:p w:rsidR="00554F4B" w:rsidRPr="002E2AE8" w:rsidRDefault="00554F4B" w:rsidP="002E2AE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Муниципальное дошкольное образовательное учреждение детский сад комбинированного вида№12 ст. Должанская муниципального образования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Ейский район.</w:t>
      </w:r>
    </w:p>
    <w:p w:rsidR="00554F4B" w:rsidRDefault="00554F4B" w:rsidP="00D2518F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Телефон:</w:t>
      </w:r>
      <w:r w:rsidRPr="009B6217">
        <w:rPr>
          <w:rFonts w:ascii="Times New Roman" w:hAnsi="Times New Roman"/>
          <w:sz w:val="32"/>
          <w:szCs w:val="32"/>
        </w:rPr>
        <w:t xml:space="preserve">89282838961 </w:t>
      </w:r>
      <w:r>
        <w:rPr>
          <w:rFonts w:ascii="Times New Roman" w:hAnsi="Times New Roman"/>
          <w:sz w:val="32"/>
          <w:szCs w:val="32"/>
        </w:rPr>
        <w:t xml:space="preserve"> </w:t>
      </w:r>
    </w:p>
    <w:p w:rsidR="00554F4B" w:rsidRPr="009B6217" w:rsidRDefault="00554F4B" w:rsidP="00D2518F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Электронная почта: </w:t>
      </w:r>
      <w:r w:rsidRPr="009B6217">
        <w:rPr>
          <w:rStyle w:val="r-toplineuser-mail"/>
          <w:rFonts w:ascii="Times New Roman" w:hAnsi="Times New Roman"/>
          <w:color w:val="333333"/>
          <w:sz w:val="32"/>
          <w:szCs w:val="32"/>
        </w:rPr>
        <w:t>nata.ivanenko201413041994@rambler.ru</w:t>
      </w:r>
    </w:p>
    <w:p w:rsidR="00554F4B" w:rsidRPr="002E2AE8" w:rsidRDefault="00554F4B">
      <w:pPr>
        <w:rPr>
          <w:rFonts w:ascii="Times New Roman" w:hAnsi="Times New Roman"/>
          <w:sz w:val="28"/>
          <w:szCs w:val="28"/>
        </w:rPr>
      </w:pPr>
    </w:p>
    <w:p w:rsidR="00554F4B" w:rsidRPr="002E2AE8" w:rsidRDefault="00554F4B">
      <w:pPr>
        <w:rPr>
          <w:rFonts w:ascii="Times New Roman" w:hAnsi="Times New Roman"/>
          <w:sz w:val="28"/>
          <w:szCs w:val="28"/>
        </w:rPr>
      </w:pPr>
    </w:p>
    <w:sectPr w:rsidR="00554F4B" w:rsidRPr="002E2AE8" w:rsidSect="00160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2AE8"/>
    <w:rsid w:val="000C67CE"/>
    <w:rsid w:val="0016082C"/>
    <w:rsid w:val="002E2AE8"/>
    <w:rsid w:val="00554F4B"/>
    <w:rsid w:val="0067309E"/>
    <w:rsid w:val="00803D20"/>
    <w:rsid w:val="0090525F"/>
    <w:rsid w:val="009B6217"/>
    <w:rsid w:val="009F2516"/>
    <w:rsid w:val="00B165E7"/>
    <w:rsid w:val="00D2518F"/>
    <w:rsid w:val="00F87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82C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locked/>
    <w:rsid w:val="00D2518F"/>
    <w:pPr>
      <w:spacing w:line="240" w:lineRule="atLeast"/>
      <w:outlineLvl w:val="0"/>
    </w:pPr>
    <w:rPr>
      <w:rFonts w:ascii="Times New Roman" w:hAnsi="Times New Roman"/>
      <w:color w:val="FD9A00"/>
      <w:kern w:val="36"/>
      <w:sz w:val="40"/>
      <w:szCs w:val="4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1CC1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styleId="Hyperlink">
    <w:name w:val="Hyperlink"/>
    <w:basedOn w:val="DefaultParagraphFont"/>
    <w:uiPriority w:val="99"/>
    <w:semiHidden/>
    <w:rsid w:val="002E2AE8"/>
    <w:rPr>
      <w:rFonts w:cs="Times New Roman"/>
      <w:color w:val="0000FF"/>
      <w:u w:val="single"/>
    </w:rPr>
  </w:style>
  <w:style w:type="character" w:customStyle="1" w:styleId="r-toplineuser-mail">
    <w:name w:val="r-topline__user-mail"/>
    <w:basedOn w:val="DefaultParagraphFont"/>
    <w:uiPriority w:val="99"/>
    <w:rsid w:val="009B621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</Pages>
  <Words>101</Words>
  <Characters>580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5</cp:revision>
  <dcterms:created xsi:type="dcterms:W3CDTF">2015-03-24T18:53:00Z</dcterms:created>
  <dcterms:modified xsi:type="dcterms:W3CDTF">2015-04-20T17:10:00Z</dcterms:modified>
</cp:coreProperties>
</file>